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29FB" w:rsidRDefault="009D29FB" w:rsidP="009D29FB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szCs w:val="22"/>
          <w:u w:val="single"/>
        </w:rPr>
      </w:pPr>
      <w:r>
        <w:rPr>
          <w:b/>
          <w:bCs/>
        </w:rPr>
        <w:t xml:space="preserve">   </w:t>
      </w:r>
      <w:r>
        <w:rPr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E5380A" w:rsidRDefault="00FD1550">
      <w:pPr>
        <w:pStyle w:val="Nadpis1"/>
      </w:pPr>
      <w:r>
        <w:t>108</w:t>
      </w:r>
      <w:r w:rsidR="0067677A">
        <w:t>/</w:t>
      </w:r>
      <w:r>
        <w:t>07</w:t>
      </w:r>
      <w:r w:rsidR="0067677A">
        <w:t xml:space="preserve"> - odbor </w:t>
      </w:r>
      <w:r w:rsidR="001815C0">
        <w:t>školství a cestovního ruchu</w:t>
      </w:r>
    </w:p>
    <w:p w:rsidR="00E5380A" w:rsidRDefault="00E5380A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1815C0" w:rsidRDefault="001815C0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1815C0" w:rsidRDefault="001815C0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1815C0" w:rsidRDefault="001815C0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1815C0" w:rsidRDefault="001815C0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1815C0" w:rsidRDefault="001815C0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1815C0" w:rsidRDefault="001815C0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1815C0" w:rsidRDefault="001815C0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1815C0" w:rsidRDefault="001815C0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E5380A" w:rsidRDefault="0067677A">
      <w:pPr>
        <w:jc w:val="center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Městský úřad Strakonice</w:t>
      </w:r>
    </w:p>
    <w:p w:rsidR="00E5380A" w:rsidRDefault="0067677A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  <w:r>
        <w:t xml:space="preserve">odbor </w:t>
      </w:r>
      <w:r w:rsidR="001815C0">
        <w:t>školství a cestovního ruchu</w:t>
      </w:r>
    </w:p>
    <w:p w:rsidR="00E5380A" w:rsidRDefault="00E5380A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E5380A" w:rsidRDefault="00E5380A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1815C0" w:rsidRDefault="001815C0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1815C0" w:rsidRDefault="001815C0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1815C0" w:rsidRDefault="001815C0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1815C0" w:rsidRDefault="001815C0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1815C0" w:rsidRDefault="001815C0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1815C0" w:rsidRDefault="001815C0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E5380A" w:rsidRDefault="0067677A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Návrh usnesení RM</w:t>
      </w:r>
    </w:p>
    <w:p w:rsidR="00E5380A" w:rsidRDefault="001815C0" w:rsidP="001815C0">
      <w:pPr>
        <w:widowControl w:val="0"/>
        <w:autoSpaceDE w:val="0"/>
        <w:autoSpaceDN w:val="0"/>
        <w:adjustRightInd w:val="0"/>
        <w:jc w:val="center"/>
        <w:rPr>
          <w:u w:val="single"/>
        </w:rPr>
      </w:pPr>
      <w:r>
        <w:rPr>
          <w:u w:val="single"/>
        </w:rPr>
        <w:t>odbor školství a cestovního ruchu</w:t>
      </w:r>
    </w:p>
    <w:p w:rsidR="00E5380A" w:rsidRDefault="00E5380A">
      <w:pPr>
        <w:widowControl w:val="0"/>
        <w:autoSpaceDE w:val="0"/>
        <w:autoSpaceDN w:val="0"/>
        <w:adjustRightInd w:val="0"/>
        <w:rPr>
          <w:u w:val="single"/>
        </w:rPr>
      </w:pPr>
    </w:p>
    <w:p w:rsidR="001815C0" w:rsidRDefault="001815C0">
      <w:pPr>
        <w:widowControl w:val="0"/>
        <w:autoSpaceDE w:val="0"/>
        <w:autoSpaceDN w:val="0"/>
        <w:adjustRightInd w:val="0"/>
        <w:rPr>
          <w:u w:val="single"/>
        </w:rPr>
      </w:pPr>
    </w:p>
    <w:p w:rsidR="001815C0" w:rsidRDefault="001815C0">
      <w:pPr>
        <w:widowControl w:val="0"/>
        <w:autoSpaceDE w:val="0"/>
        <w:autoSpaceDN w:val="0"/>
        <w:adjustRightInd w:val="0"/>
        <w:rPr>
          <w:u w:val="single"/>
        </w:rPr>
      </w:pPr>
    </w:p>
    <w:p w:rsidR="001815C0" w:rsidRDefault="001815C0">
      <w:pPr>
        <w:widowControl w:val="0"/>
        <w:autoSpaceDE w:val="0"/>
        <w:autoSpaceDN w:val="0"/>
        <w:adjustRightInd w:val="0"/>
        <w:rPr>
          <w:u w:val="single"/>
        </w:rPr>
      </w:pPr>
    </w:p>
    <w:p w:rsidR="001815C0" w:rsidRDefault="001815C0">
      <w:pPr>
        <w:widowControl w:val="0"/>
        <w:autoSpaceDE w:val="0"/>
        <w:autoSpaceDN w:val="0"/>
        <w:adjustRightInd w:val="0"/>
        <w:rPr>
          <w:u w:val="single"/>
        </w:rPr>
      </w:pPr>
    </w:p>
    <w:p w:rsidR="001815C0" w:rsidRDefault="001815C0">
      <w:pPr>
        <w:widowControl w:val="0"/>
        <w:autoSpaceDE w:val="0"/>
        <w:autoSpaceDN w:val="0"/>
        <w:adjustRightInd w:val="0"/>
        <w:rPr>
          <w:u w:val="single"/>
        </w:rPr>
      </w:pPr>
    </w:p>
    <w:p w:rsidR="001815C0" w:rsidRDefault="001815C0">
      <w:pPr>
        <w:widowControl w:val="0"/>
        <w:autoSpaceDE w:val="0"/>
        <w:autoSpaceDN w:val="0"/>
        <w:adjustRightInd w:val="0"/>
        <w:rPr>
          <w:u w:val="single"/>
        </w:rPr>
      </w:pPr>
    </w:p>
    <w:p w:rsidR="001815C0" w:rsidRDefault="001815C0">
      <w:pPr>
        <w:widowControl w:val="0"/>
        <w:autoSpaceDE w:val="0"/>
        <w:autoSpaceDN w:val="0"/>
        <w:adjustRightInd w:val="0"/>
        <w:rPr>
          <w:u w:val="single"/>
        </w:rPr>
      </w:pPr>
    </w:p>
    <w:p w:rsidR="001815C0" w:rsidRDefault="001815C0">
      <w:pPr>
        <w:widowControl w:val="0"/>
        <w:autoSpaceDE w:val="0"/>
        <w:autoSpaceDN w:val="0"/>
        <w:adjustRightInd w:val="0"/>
        <w:rPr>
          <w:u w:val="single"/>
        </w:rPr>
      </w:pPr>
    </w:p>
    <w:p w:rsidR="001815C0" w:rsidRDefault="001815C0">
      <w:pPr>
        <w:widowControl w:val="0"/>
        <w:autoSpaceDE w:val="0"/>
        <w:autoSpaceDN w:val="0"/>
        <w:adjustRightInd w:val="0"/>
        <w:rPr>
          <w:u w:val="single"/>
        </w:rPr>
      </w:pPr>
    </w:p>
    <w:p w:rsidR="001815C0" w:rsidRDefault="001815C0">
      <w:pPr>
        <w:widowControl w:val="0"/>
        <w:autoSpaceDE w:val="0"/>
        <w:autoSpaceDN w:val="0"/>
        <w:adjustRightInd w:val="0"/>
        <w:rPr>
          <w:u w:val="single"/>
        </w:rPr>
      </w:pPr>
    </w:p>
    <w:p w:rsidR="001815C0" w:rsidRDefault="001815C0">
      <w:pPr>
        <w:widowControl w:val="0"/>
        <w:autoSpaceDE w:val="0"/>
        <w:autoSpaceDN w:val="0"/>
        <w:adjustRightInd w:val="0"/>
        <w:rPr>
          <w:u w:val="single"/>
        </w:rPr>
      </w:pPr>
    </w:p>
    <w:p w:rsidR="001815C0" w:rsidRDefault="001815C0">
      <w:pPr>
        <w:widowControl w:val="0"/>
        <w:autoSpaceDE w:val="0"/>
        <w:autoSpaceDN w:val="0"/>
        <w:adjustRightInd w:val="0"/>
        <w:rPr>
          <w:u w:val="single"/>
        </w:rPr>
      </w:pPr>
    </w:p>
    <w:p w:rsidR="001815C0" w:rsidRDefault="001815C0">
      <w:pPr>
        <w:widowControl w:val="0"/>
        <w:autoSpaceDE w:val="0"/>
        <w:autoSpaceDN w:val="0"/>
        <w:adjustRightInd w:val="0"/>
        <w:rPr>
          <w:u w:val="single"/>
        </w:rPr>
      </w:pPr>
    </w:p>
    <w:p w:rsidR="001815C0" w:rsidRDefault="001815C0">
      <w:pPr>
        <w:widowControl w:val="0"/>
        <w:autoSpaceDE w:val="0"/>
        <w:autoSpaceDN w:val="0"/>
        <w:adjustRightInd w:val="0"/>
        <w:rPr>
          <w:u w:val="single"/>
        </w:rPr>
      </w:pPr>
    </w:p>
    <w:p w:rsidR="00E5380A" w:rsidRDefault="0067677A">
      <w:pPr>
        <w:widowControl w:val="0"/>
        <w:autoSpaceDE w:val="0"/>
        <w:autoSpaceDN w:val="0"/>
        <w:adjustRightInd w:val="0"/>
        <w:jc w:val="both"/>
      </w:pPr>
      <w:r>
        <w:t xml:space="preserve">K projednání v radě města dne </w:t>
      </w:r>
      <w:r w:rsidR="001815C0">
        <w:t>5. září</w:t>
      </w:r>
      <w:r>
        <w:t xml:space="preserve"> 20</w:t>
      </w:r>
      <w:r w:rsidR="001815C0">
        <w:t>18</w:t>
      </w:r>
    </w:p>
    <w:p w:rsidR="001815C0" w:rsidRDefault="001815C0">
      <w:pPr>
        <w:widowControl w:val="0"/>
        <w:autoSpaceDE w:val="0"/>
        <w:autoSpaceDN w:val="0"/>
        <w:adjustRightInd w:val="0"/>
        <w:jc w:val="both"/>
      </w:pPr>
    </w:p>
    <w:p w:rsidR="001815C0" w:rsidRDefault="001815C0">
      <w:pPr>
        <w:widowControl w:val="0"/>
        <w:autoSpaceDE w:val="0"/>
        <w:autoSpaceDN w:val="0"/>
        <w:adjustRightInd w:val="0"/>
        <w:jc w:val="both"/>
      </w:pPr>
    </w:p>
    <w:p w:rsidR="001815C0" w:rsidRDefault="001815C0" w:rsidP="001815C0">
      <w:pPr>
        <w:widowControl w:val="0"/>
        <w:autoSpaceDE w:val="0"/>
        <w:autoSpaceDN w:val="0"/>
        <w:adjustRightInd w:val="0"/>
        <w:jc w:val="both"/>
      </w:pPr>
      <w:r>
        <w:rPr>
          <w:b/>
          <w:bCs/>
        </w:rPr>
        <w:t>Předkládá:</w:t>
      </w:r>
      <w:r>
        <w:rPr>
          <w:b/>
          <w:bCs/>
        </w:rPr>
        <w:tab/>
      </w:r>
      <w:r>
        <w:t>Ing. Libuše Řeřábková</w:t>
      </w:r>
    </w:p>
    <w:p w:rsidR="001815C0" w:rsidRDefault="001815C0" w:rsidP="001815C0">
      <w:pPr>
        <w:widowControl w:val="0"/>
        <w:autoSpaceDE w:val="0"/>
        <w:autoSpaceDN w:val="0"/>
        <w:adjustRightInd w:val="0"/>
        <w:jc w:val="both"/>
      </w:pPr>
      <w:r>
        <w:t xml:space="preserve">   </w:t>
      </w:r>
      <w:r>
        <w:tab/>
      </w:r>
      <w:r>
        <w:tab/>
        <w:t>vedoucí odboru školství a cestovního ruchu</w:t>
      </w:r>
    </w:p>
    <w:p w:rsidR="00F714A7" w:rsidRPr="00800BA4" w:rsidRDefault="00F714A7" w:rsidP="00800BA4">
      <w:pPr>
        <w:pStyle w:val="Nadpis2"/>
        <w:rPr>
          <w:sz w:val="28"/>
        </w:rPr>
      </w:pPr>
      <w:r w:rsidRPr="00800BA4">
        <w:rPr>
          <w:sz w:val="28"/>
        </w:rPr>
        <w:lastRenderedPageBreak/>
        <w:t>1) Smlouva o poskytnutí dotace – dodatek č. 1 – Českomoravská myslivecká jednota,</w:t>
      </w:r>
      <w:r w:rsidR="00800BA4">
        <w:rPr>
          <w:sz w:val="28"/>
        </w:rPr>
        <w:t xml:space="preserve"> </w:t>
      </w:r>
      <w:r w:rsidRPr="00800BA4">
        <w:rPr>
          <w:sz w:val="28"/>
        </w:rPr>
        <w:t xml:space="preserve">z. </w:t>
      </w:r>
      <w:proofErr w:type="gramStart"/>
      <w:r w:rsidRPr="00800BA4">
        <w:rPr>
          <w:sz w:val="28"/>
        </w:rPr>
        <w:t>s.</w:t>
      </w:r>
      <w:proofErr w:type="gramEnd"/>
      <w:r w:rsidRPr="00800BA4">
        <w:rPr>
          <w:sz w:val="28"/>
        </w:rPr>
        <w:t>, Okresní myslivecký spolek Strakonice</w:t>
      </w:r>
    </w:p>
    <w:p w:rsidR="00F714A7" w:rsidRPr="0017100B" w:rsidRDefault="00F714A7" w:rsidP="00F714A7">
      <w:pPr>
        <w:widowControl w:val="0"/>
        <w:autoSpaceDE w:val="0"/>
        <w:autoSpaceDN w:val="0"/>
        <w:adjustRightInd w:val="0"/>
        <w:jc w:val="both"/>
        <w:rPr>
          <w:i/>
          <w:iCs/>
        </w:rPr>
      </w:pPr>
    </w:p>
    <w:p w:rsidR="00F714A7" w:rsidRPr="0017100B" w:rsidRDefault="00F714A7" w:rsidP="00F714A7">
      <w:pPr>
        <w:widowControl w:val="0"/>
        <w:autoSpaceDE w:val="0"/>
        <w:autoSpaceDN w:val="0"/>
        <w:adjustRightInd w:val="0"/>
        <w:jc w:val="both"/>
        <w:rPr>
          <w:b/>
          <w:u w:val="single"/>
        </w:rPr>
      </w:pPr>
      <w:r w:rsidRPr="0017100B">
        <w:rPr>
          <w:b/>
          <w:u w:val="single"/>
        </w:rPr>
        <w:t xml:space="preserve">Návrh usnesení:    </w:t>
      </w:r>
    </w:p>
    <w:p w:rsidR="00F714A7" w:rsidRPr="0017100B" w:rsidRDefault="00F714A7" w:rsidP="00F714A7">
      <w:r w:rsidRPr="0017100B">
        <w:t>RM po projednání</w:t>
      </w:r>
    </w:p>
    <w:p w:rsidR="00F714A7" w:rsidRPr="0017100B" w:rsidRDefault="00F714A7" w:rsidP="00F714A7">
      <w:pPr>
        <w:pStyle w:val="Nadpis3"/>
      </w:pPr>
      <w:r w:rsidRPr="0017100B">
        <w:t>I. Upravuje:</w:t>
      </w:r>
    </w:p>
    <w:p w:rsidR="00F714A7" w:rsidRPr="0017100B" w:rsidRDefault="00F714A7" w:rsidP="00F714A7">
      <w:pPr>
        <w:jc w:val="both"/>
      </w:pPr>
      <w:r w:rsidRPr="0017100B">
        <w:rPr>
          <w:color w:val="000000" w:themeColor="text1"/>
        </w:rPr>
        <w:t xml:space="preserve">usnesení č. </w:t>
      </w:r>
      <w:r>
        <w:rPr>
          <w:color w:val="000000" w:themeColor="text1"/>
        </w:rPr>
        <w:t>5224</w:t>
      </w:r>
      <w:r w:rsidRPr="0017100B">
        <w:rPr>
          <w:color w:val="000000" w:themeColor="text1"/>
        </w:rPr>
        <w:t xml:space="preserve">/2018, bod. </w:t>
      </w:r>
      <w:proofErr w:type="gramStart"/>
      <w:r w:rsidRPr="0017100B">
        <w:rPr>
          <w:color w:val="000000" w:themeColor="text1"/>
        </w:rPr>
        <w:t>č.</w:t>
      </w:r>
      <w:proofErr w:type="gramEnd"/>
      <w:r w:rsidRPr="0017100B">
        <w:rPr>
          <w:color w:val="000000" w:themeColor="text1"/>
        </w:rPr>
        <w:t xml:space="preserve"> X</w:t>
      </w:r>
      <w:r>
        <w:rPr>
          <w:color w:val="000000" w:themeColor="text1"/>
        </w:rPr>
        <w:t>I</w:t>
      </w:r>
      <w:r w:rsidRPr="0017100B">
        <w:rPr>
          <w:color w:val="000000" w:themeColor="text1"/>
        </w:rPr>
        <w:t xml:space="preserve">II. ze dne </w:t>
      </w:r>
      <w:r>
        <w:rPr>
          <w:color w:val="000000" w:themeColor="text1"/>
        </w:rPr>
        <w:t>10</w:t>
      </w:r>
      <w:r w:rsidRPr="0017100B">
        <w:rPr>
          <w:color w:val="000000" w:themeColor="text1"/>
        </w:rPr>
        <w:t xml:space="preserve">. </w:t>
      </w:r>
      <w:r>
        <w:rPr>
          <w:color w:val="000000" w:themeColor="text1"/>
        </w:rPr>
        <w:t>7</w:t>
      </w:r>
      <w:r w:rsidRPr="0017100B">
        <w:rPr>
          <w:color w:val="000000" w:themeColor="text1"/>
        </w:rPr>
        <w:t xml:space="preserve">. 2018, v části termínu konání akce. </w:t>
      </w:r>
    </w:p>
    <w:p w:rsidR="00F714A7" w:rsidRPr="0017100B" w:rsidRDefault="00F714A7" w:rsidP="00F714A7">
      <w:pPr>
        <w:pStyle w:val="Nadpis3"/>
        <w:rPr>
          <w:b w:val="0"/>
        </w:rPr>
      </w:pPr>
      <w:r w:rsidRPr="0017100B">
        <w:t xml:space="preserve">II. Souhlasí </w:t>
      </w:r>
    </w:p>
    <w:p w:rsidR="00F714A7" w:rsidRPr="0017100B" w:rsidRDefault="00F714A7" w:rsidP="007A71F2">
      <w:pPr>
        <w:jc w:val="both"/>
      </w:pPr>
      <w:r w:rsidRPr="0017100B">
        <w:t>s uzavřením dodatku č. 1 ke smlouvě o poskytnutí dotace č. 2018-00</w:t>
      </w:r>
      <w:r>
        <w:t>562</w:t>
      </w:r>
      <w:r w:rsidRPr="0017100B">
        <w:t xml:space="preserve"> uzavřené mezi městem Strakonice a Českomoravsk</w:t>
      </w:r>
      <w:r>
        <w:t>ou</w:t>
      </w:r>
      <w:r w:rsidRPr="0017100B">
        <w:t xml:space="preserve"> mysliveck</w:t>
      </w:r>
      <w:r>
        <w:t>ou jednotou</w:t>
      </w:r>
      <w:r w:rsidRPr="0017100B">
        <w:t>,</w:t>
      </w:r>
      <w:r>
        <w:t xml:space="preserve"> </w:t>
      </w:r>
      <w:r w:rsidRPr="0017100B">
        <w:t xml:space="preserve">z. </w:t>
      </w:r>
      <w:proofErr w:type="gramStart"/>
      <w:r w:rsidRPr="0017100B">
        <w:t>s.</w:t>
      </w:r>
      <w:proofErr w:type="gramEnd"/>
      <w:r w:rsidRPr="0017100B">
        <w:t>, Okresní</w:t>
      </w:r>
      <w:r>
        <w:t>m</w:t>
      </w:r>
      <w:r w:rsidRPr="0017100B">
        <w:t xml:space="preserve"> myslivecký</w:t>
      </w:r>
      <w:r>
        <w:t>m</w:t>
      </w:r>
      <w:r w:rsidRPr="0017100B">
        <w:t xml:space="preserve"> spolk</w:t>
      </w:r>
      <w:r>
        <w:t>em</w:t>
      </w:r>
      <w:r w:rsidRPr="0017100B">
        <w:t xml:space="preserve"> Strakonice</w:t>
      </w:r>
      <w:r>
        <w:t>,</w:t>
      </w:r>
      <w:r w:rsidRPr="0017100B">
        <w:t xml:space="preserve"> </w:t>
      </w:r>
      <w:r>
        <w:t xml:space="preserve">Palackého nám. 1090, Strakonice, </w:t>
      </w:r>
      <w:r w:rsidRPr="0017100B">
        <w:t xml:space="preserve">IČO: </w:t>
      </w:r>
      <w:r>
        <w:t>67777694</w:t>
      </w:r>
      <w:r w:rsidRPr="0017100B">
        <w:t xml:space="preserve"> na</w:t>
      </w:r>
      <w:r>
        <w:t xml:space="preserve"> věcné ceny pro soutěžící, pohárky, medaile na soutěž O pohár předsedy OMS Strakonice na střelnici v Droužeticích, která se uskuteční 19. 8. 2018</w:t>
      </w:r>
      <w:r w:rsidRPr="0017100B">
        <w:t xml:space="preserve">. </w:t>
      </w:r>
    </w:p>
    <w:p w:rsidR="00F714A7" w:rsidRPr="0017100B" w:rsidRDefault="00F714A7" w:rsidP="00F714A7">
      <w:pPr>
        <w:pStyle w:val="Nadpis3"/>
        <w:rPr>
          <w:b w:val="0"/>
        </w:rPr>
      </w:pPr>
      <w:r w:rsidRPr="0017100B">
        <w:t xml:space="preserve">III. Pověřuje           </w:t>
      </w:r>
    </w:p>
    <w:p w:rsidR="00F714A7" w:rsidRDefault="00F714A7" w:rsidP="00F714A7">
      <w:pPr>
        <w:jc w:val="both"/>
      </w:pPr>
      <w:r w:rsidRPr="0017100B">
        <w:t>starostu města podpisem dodatku č. 1 smlouvy o poskytnutí dotace v předloženém znění.</w:t>
      </w:r>
    </w:p>
    <w:p w:rsidR="007A71F2" w:rsidRPr="0017100B" w:rsidRDefault="007A71F2" w:rsidP="00F714A7">
      <w:pPr>
        <w:jc w:val="both"/>
      </w:pPr>
    </w:p>
    <w:p w:rsidR="001815C0" w:rsidRPr="00800BA4" w:rsidRDefault="001815C0">
      <w:pPr>
        <w:widowControl w:val="0"/>
        <w:autoSpaceDE w:val="0"/>
        <w:autoSpaceDN w:val="0"/>
        <w:adjustRightInd w:val="0"/>
        <w:jc w:val="both"/>
        <w:rPr>
          <w:sz w:val="28"/>
        </w:rPr>
      </w:pPr>
    </w:p>
    <w:p w:rsidR="00CB15E3" w:rsidRPr="007A71F2" w:rsidRDefault="00CB15E3" w:rsidP="007A71F2">
      <w:pPr>
        <w:pStyle w:val="Nadpis2"/>
      </w:pPr>
      <w:r w:rsidRPr="00800BA4">
        <w:rPr>
          <w:sz w:val="28"/>
        </w:rPr>
        <w:t>2) Navýšení kapacity Základní školy F. L. Čelakovského, Strakonice, Jezerní 1280</w:t>
      </w:r>
    </w:p>
    <w:p w:rsidR="00CB15E3" w:rsidRPr="00CB15E3" w:rsidRDefault="00CB15E3" w:rsidP="00CB15E3">
      <w:pPr>
        <w:jc w:val="both"/>
      </w:pPr>
    </w:p>
    <w:p w:rsidR="00CB15E3" w:rsidRPr="0017100B" w:rsidRDefault="00CB15E3" w:rsidP="00CB15E3">
      <w:pPr>
        <w:widowControl w:val="0"/>
        <w:autoSpaceDE w:val="0"/>
        <w:autoSpaceDN w:val="0"/>
        <w:adjustRightInd w:val="0"/>
        <w:jc w:val="both"/>
        <w:rPr>
          <w:b/>
          <w:u w:val="single"/>
        </w:rPr>
      </w:pPr>
      <w:r w:rsidRPr="0017100B">
        <w:rPr>
          <w:b/>
          <w:u w:val="single"/>
        </w:rPr>
        <w:t xml:space="preserve">Návrh usnesení:    </w:t>
      </w:r>
    </w:p>
    <w:p w:rsidR="00CB15E3" w:rsidRPr="0017100B" w:rsidRDefault="00CB15E3" w:rsidP="00CB15E3">
      <w:r w:rsidRPr="0017100B">
        <w:t>RM po projednání</w:t>
      </w:r>
    </w:p>
    <w:p w:rsidR="00CB15E3" w:rsidRPr="00CB15E3" w:rsidRDefault="00CB15E3" w:rsidP="00CB15E3">
      <w:pPr>
        <w:jc w:val="both"/>
      </w:pPr>
    </w:p>
    <w:p w:rsidR="00CB15E3" w:rsidRPr="00CB15E3" w:rsidRDefault="00CB15E3" w:rsidP="00CB15E3">
      <w:pPr>
        <w:keepNext/>
        <w:jc w:val="both"/>
        <w:outlineLvl w:val="2"/>
        <w:rPr>
          <w:b/>
          <w:bCs/>
          <w:szCs w:val="26"/>
          <w:u w:val="single"/>
        </w:rPr>
      </w:pPr>
      <w:r w:rsidRPr="00CB15E3">
        <w:rPr>
          <w:b/>
          <w:bCs/>
          <w:szCs w:val="26"/>
          <w:u w:val="single"/>
        </w:rPr>
        <w:t>I. Schvaluje</w:t>
      </w:r>
    </w:p>
    <w:p w:rsidR="00CB15E3" w:rsidRPr="00CB15E3" w:rsidRDefault="00CB15E3" w:rsidP="00CB15E3">
      <w:pPr>
        <w:jc w:val="both"/>
      </w:pPr>
      <w:r w:rsidRPr="00CB15E3">
        <w:t xml:space="preserve">navýšení kapacity Základní školy F. L. Čelakovského, Strakonice, Jezerní 1280 o 180 žáků na celkovou kapacitu 880 žáků od </w:t>
      </w:r>
      <w:proofErr w:type="gramStart"/>
      <w:r w:rsidRPr="00CB15E3">
        <w:t>01.09.2019</w:t>
      </w:r>
      <w:proofErr w:type="gramEnd"/>
      <w:r w:rsidRPr="00CB15E3">
        <w:t>.</w:t>
      </w:r>
    </w:p>
    <w:p w:rsidR="00CB15E3" w:rsidRPr="00CB15E3" w:rsidRDefault="00CB15E3" w:rsidP="00CB15E3">
      <w:pPr>
        <w:jc w:val="both"/>
      </w:pPr>
    </w:p>
    <w:p w:rsidR="00CB15E3" w:rsidRPr="00CB15E3" w:rsidRDefault="00CB15E3" w:rsidP="00CB15E3">
      <w:pPr>
        <w:keepNext/>
        <w:jc w:val="both"/>
        <w:outlineLvl w:val="2"/>
        <w:rPr>
          <w:b/>
          <w:bCs/>
          <w:szCs w:val="26"/>
          <w:u w:val="single"/>
        </w:rPr>
      </w:pPr>
      <w:r w:rsidRPr="00CB15E3">
        <w:rPr>
          <w:b/>
          <w:bCs/>
          <w:szCs w:val="26"/>
          <w:u w:val="single"/>
        </w:rPr>
        <w:t>II. Ukládá</w:t>
      </w:r>
    </w:p>
    <w:p w:rsidR="00CB15E3" w:rsidRPr="00CB15E3" w:rsidRDefault="00CB15E3" w:rsidP="00CB15E3">
      <w:pPr>
        <w:jc w:val="both"/>
      </w:pPr>
      <w:r w:rsidRPr="00CB15E3">
        <w:t>odboru školství a CR požádat o změnu v rejstříku škol a školských zařízení a zajistit plnění veškerých úkonů s tím spojených.</w:t>
      </w:r>
    </w:p>
    <w:p w:rsidR="00CB15E3" w:rsidRPr="00CB15E3" w:rsidRDefault="00CB15E3" w:rsidP="00CB15E3">
      <w:pPr>
        <w:jc w:val="both"/>
      </w:pPr>
    </w:p>
    <w:p w:rsidR="00CB15E3" w:rsidRDefault="00CB15E3" w:rsidP="00CB15E3">
      <w:pPr>
        <w:widowControl w:val="0"/>
        <w:autoSpaceDE w:val="0"/>
        <w:autoSpaceDN w:val="0"/>
        <w:adjustRightInd w:val="0"/>
        <w:jc w:val="both"/>
      </w:pPr>
    </w:p>
    <w:p w:rsidR="00FC1ED3" w:rsidRPr="007A71F2" w:rsidRDefault="00FC1ED3" w:rsidP="00FC1ED3">
      <w:pPr>
        <w:pStyle w:val="Nadpis2"/>
      </w:pPr>
      <w:r>
        <w:rPr>
          <w:sz w:val="28"/>
        </w:rPr>
        <w:t>3</w:t>
      </w:r>
      <w:r w:rsidRPr="00800BA4">
        <w:rPr>
          <w:sz w:val="28"/>
        </w:rPr>
        <w:t xml:space="preserve">) </w:t>
      </w:r>
      <w:r>
        <w:rPr>
          <w:sz w:val="28"/>
        </w:rPr>
        <w:t>Zápis kroniky města Strakonice za rok 2016</w:t>
      </w:r>
    </w:p>
    <w:p w:rsidR="00FC1ED3" w:rsidRPr="00CB15E3" w:rsidRDefault="00FC1ED3" w:rsidP="00FC1ED3">
      <w:pPr>
        <w:jc w:val="both"/>
      </w:pPr>
    </w:p>
    <w:p w:rsidR="00FC1ED3" w:rsidRPr="00CB15E3" w:rsidRDefault="00FC1ED3" w:rsidP="00FC1ED3">
      <w:pPr>
        <w:jc w:val="both"/>
      </w:pPr>
    </w:p>
    <w:p w:rsidR="00FC1ED3" w:rsidRPr="0017100B" w:rsidRDefault="00FC1ED3" w:rsidP="00FC1ED3">
      <w:pPr>
        <w:widowControl w:val="0"/>
        <w:autoSpaceDE w:val="0"/>
        <w:autoSpaceDN w:val="0"/>
        <w:adjustRightInd w:val="0"/>
        <w:jc w:val="both"/>
        <w:rPr>
          <w:b/>
          <w:u w:val="single"/>
        </w:rPr>
      </w:pPr>
      <w:r w:rsidRPr="0017100B">
        <w:rPr>
          <w:b/>
          <w:u w:val="single"/>
        </w:rPr>
        <w:t xml:space="preserve">Návrh usnesení:    </w:t>
      </w:r>
    </w:p>
    <w:p w:rsidR="00FC1ED3" w:rsidRPr="0017100B" w:rsidRDefault="00FC1ED3" w:rsidP="00FC1ED3">
      <w:r w:rsidRPr="0017100B">
        <w:t>RM po projednání</w:t>
      </w:r>
    </w:p>
    <w:p w:rsidR="00FC1ED3" w:rsidRPr="00CB15E3" w:rsidRDefault="00FC1ED3" w:rsidP="00FC1ED3">
      <w:pPr>
        <w:jc w:val="both"/>
      </w:pPr>
    </w:p>
    <w:p w:rsidR="00FC1ED3" w:rsidRPr="00CB15E3" w:rsidRDefault="00FC1ED3" w:rsidP="00FC1ED3">
      <w:pPr>
        <w:keepNext/>
        <w:jc w:val="both"/>
        <w:outlineLvl w:val="2"/>
        <w:rPr>
          <w:b/>
          <w:bCs/>
          <w:szCs w:val="26"/>
          <w:u w:val="single"/>
        </w:rPr>
      </w:pPr>
      <w:r w:rsidRPr="00CB15E3">
        <w:rPr>
          <w:b/>
          <w:bCs/>
          <w:szCs w:val="26"/>
          <w:u w:val="single"/>
        </w:rPr>
        <w:t>I. Schvaluje</w:t>
      </w:r>
    </w:p>
    <w:p w:rsidR="00FC1ED3" w:rsidRDefault="00947D00" w:rsidP="00FC1ED3">
      <w:pPr>
        <w:jc w:val="both"/>
      </w:pPr>
      <w:r>
        <w:t>zápis kroniky města Strakonice za rok 2016</w:t>
      </w:r>
      <w:r w:rsidR="00FC1ED3" w:rsidRPr="00CB15E3">
        <w:t>.</w:t>
      </w:r>
    </w:p>
    <w:p w:rsidR="0093768F" w:rsidRDefault="0093768F" w:rsidP="00FC1ED3">
      <w:pPr>
        <w:jc w:val="both"/>
      </w:pPr>
    </w:p>
    <w:p w:rsidR="00FC1ED3" w:rsidRDefault="00FC1ED3" w:rsidP="00CB15E3">
      <w:pPr>
        <w:widowControl w:val="0"/>
        <w:autoSpaceDE w:val="0"/>
        <w:autoSpaceDN w:val="0"/>
        <w:adjustRightInd w:val="0"/>
        <w:jc w:val="both"/>
      </w:pPr>
    </w:p>
    <w:p w:rsidR="0015367D" w:rsidRPr="007A71F2" w:rsidRDefault="0015367D" w:rsidP="0015367D">
      <w:pPr>
        <w:pStyle w:val="Nadpis2"/>
      </w:pPr>
      <w:r>
        <w:rPr>
          <w:sz w:val="28"/>
        </w:rPr>
        <w:t>4</w:t>
      </w:r>
      <w:r w:rsidRPr="00800BA4">
        <w:rPr>
          <w:sz w:val="28"/>
        </w:rPr>
        <w:t xml:space="preserve">) </w:t>
      </w:r>
      <w:r>
        <w:rPr>
          <w:sz w:val="28"/>
        </w:rPr>
        <w:t xml:space="preserve">Užití znaku města Strakonice – Kompakt </w:t>
      </w:r>
      <w:r w:rsidR="00BE3FF1">
        <w:rPr>
          <w:sz w:val="28"/>
        </w:rPr>
        <w:t xml:space="preserve">spol. </w:t>
      </w:r>
      <w:r>
        <w:rPr>
          <w:sz w:val="28"/>
        </w:rPr>
        <w:t>s.r.o.</w:t>
      </w:r>
    </w:p>
    <w:p w:rsidR="0015367D" w:rsidRPr="00CB15E3" w:rsidRDefault="0015367D" w:rsidP="0015367D">
      <w:pPr>
        <w:jc w:val="both"/>
      </w:pPr>
    </w:p>
    <w:p w:rsidR="0015367D" w:rsidRPr="00CB15E3" w:rsidRDefault="0015367D" w:rsidP="0015367D">
      <w:pPr>
        <w:jc w:val="both"/>
      </w:pPr>
    </w:p>
    <w:p w:rsidR="0015367D" w:rsidRPr="0017100B" w:rsidRDefault="0015367D" w:rsidP="0015367D">
      <w:pPr>
        <w:widowControl w:val="0"/>
        <w:autoSpaceDE w:val="0"/>
        <w:autoSpaceDN w:val="0"/>
        <w:adjustRightInd w:val="0"/>
        <w:jc w:val="both"/>
        <w:rPr>
          <w:b/>
          <w:u w:val="single"/>
        </w:rPr>
      </w:pPr>
      <w:r w:rsidRPr="0017100B">
        <w:rPr>
          <w:b/>
          <w:u w:val="single"/>
        </w:rPr>
        <w:t xml:space="preserve">Návrh usnesení:    </w:t>
      </w:r>
    </w:p>
    <w:p w:rsidR="0015367D" w:rsidRPr="0017100B" w:rsidRDefault="0015367D" w:rsidP="0015367D">
      <w:r w:rsidRPr="0017100B">
        <w:lastRenderedPageBreak/>
        <w:t>RM po projednání</w:t>
      </w:r>
    </w:p>
    <w:p w:rsidR="0015367D" w:rsidRPr="00CB15E3" w:rsidRDefault="0015367D" w:rsidP="0015367D">
      <w:pPr>
        <w:jc w:val="both"/>
      </w:pPr>
    </w:p>
    <w:p w:rsidR="0015367D" w:rsidRPr="00CB15E3" w:rsidRDefault="0015367D" w:rsidP="0015367D">
      <w:pPr>
        <w:keepNext/>
        <w:jc w:val="both"/>
        <w:outlineLvl w:val="2"/>
        <w:rPr>
          <w:b/>
          <w:bCs/>
          <w:szCs w:val="26"/>
          <w:u w:val="single"/>
        </w:rPr>
      </w:pPr>
      <w:r w:rsidRPr="00CB15E3">
        <w:rPr>
          <w:b/>
          <w:bCs/>
          <w:szCs w:val="26"/>
          <w:u w:val="single"/>
        </w:rPr>
        <w:t>I. S</w:t>
      </w:r>
      <w:r>
        <w:rPr>
          <w:b/>
          <w:bCs/>
          <w:szCs w:val="26"/>
          <w:u w:val="single"/>
        </w:rPr>
        <w:t>ouhlasí</w:t>
      </w:r>
    </w:p>
    <w:p w:rsidR="0015367D" w:rsidRDefault="0015367D" w:rsidP="0015367D">
      <w:pPr>
        <w:jc w:val="both"/>
      </w:pPr>
      <w:r>
        <w:t xml:space="preserve">s užitím znaku města Strakonice </w:t>
      </w:r>
      <w:r w:rsidR="00BE3FF1">
        <w:t>firmě Kompakt</w:t>
      </w:r>
      <w:r w:rsidR="00682449">
        <w:t xml:space="preserve"> spol.</w:t>
      </w:r>
      <w:r w:rsidR="00BE3FF1">
        <w:t xml:space="preserve"> s.r.o.,</w:t>
      </w:r>
      <w:r w:rsidR="00BE3FF1" w:rsidRPr="00BE3FF1">
        <w:t xml:space="preserve"> </w:t>
      </w:r>
      <w:r w:rsidR="00BE3FF1">
        <w:t>Jiráskova 1424</w:t>
      </w:r>
      <w:r w:rsidR="00CE417B">
        <w:t xml:space="preserve">, </w:t>
      </w:r>
      <w:r w:rsidR="00BE3FF1">
        <w:t xml:space="preserve">290 01 Poděbrady, IČO: </w:t>
      </w:r>
      <w:r w:rsidR="00BE3FF1">
        <w:rPr>
          <w:rStyle w:val="nowrap"/>
        </w:rPr>
        <w:t xml:space="preserve">49551027 na reklamně informační plakát Strakonice. </w:t>
      </w:r>
    </w:p>
    <w:p w:rsidR="0015367D" w:rsidRDefault="0015367D" w:rsidP="0015367D">
      <w:pPr>
        <w:jc w:val="both"/>
      </w:pPr>
    </w:p>
    <w:p w:rsidR="0015367D" w:rsidRDefault="0015367D" w:rsidP="00CB15E3">
      <w:pPr>
        <w:widowControl w:val="0"/>
        <w:autoSpaceDE w:val="0"/>
        <w:autoSpaceDN w:val="0"/>
        <w:adjustRightInd w:val="0"/>
        <w:jc w:val="both"/>
      </w:pPr>
      <w:bookmarkStart w:id="0" w:name="_GoBack"/>
      <w:bookmarkEnd w:id="0"/>
    </w:p>
    <w:p w:rsidR="0015367D" w:rsidRDefault="0015367D" w:rsidP="00CB15E3">
      <w:pPr>
        <w:widowControl w:val="0"/>
        <w:autoSpaceDE w:val="0"/>
        <w:autoSpaceDN w:val="0"/>
        <w:adjustRightInd w:val="0"/>
        <w:jc w:val="both"/>
      </w:pPr>
    </w:p>
    <w:sectPr w:rsidR="001536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C3E5B4F"/>
    <w:multiLevelType w:val="hybridMultilevel"/>
    <w:tmpl w:val="428A2FE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20"/>
  <w:proofState w:spelling="clean" w:grammar="clean"/>
  <w:attachedTemplate r:id="rId1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179B"/>
    <w:rsid w:val="00033826"/>
    <w:rsid w:val="0015367D"/>
    <w:rsid w:val="001815C0"/>
    <w:rsid w:val="0042179B"/>
    <w:rsid w:val="0067677A"/>
    <w:rsid w:val="00682449"/>
    <w:rsid w:val="006F0FCE"/>
    <w:rsid w:val="007A71F2"/>
    <w:rsid w:val="00800BA4"/>
    <w:rsid w:val="0093768F"/>
    <w:rsid w:val="00947D00"/>
    <w:rsid w:val="009D29FB"/>
    <w:rsid w:val="00A12632"/>
    <w:rsid w:val="00BE3FF1"/>
    <w:rsid w:val="00CB15E3"/>
    <w:rsid w:val="00CE417B"/>
    <w:rsid w:val="00DB1317"/>
    <w:rsid w:val="00E5380A"/>
    <w:rsid w:val="00F714A7"/>
    <w:rsid w:val="00FC1ED3"/>
    <w:rsid w:val="00FD1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491FB4A-3D60-4F0B-9652-FE01D51820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qFormat/>
    <w:rsid w:val="00800BA4"/>
    <w:pPr>
      <w:keepNext/>
      <w:widowControl w:val="0"/>
      <w:tabs>
        <w:tab w:val="left" w:pos="5103"/>
      </w:tabs>
      <w:autoSpaceDE w:val="0"/>
      <w:autoSpaceDN w:val="0"/>
      <w:adjustRightInd w:val="0"/>
      <w:jc w:val="both"/>
      <w:outlineLvl w:val="1"/>
    </w:pPr>
    <w:rPr>
      <w:b/>
      <w:bCs/>
      <w:u w:val="single"/>
    </w:rPr>
  </w:style>
  <w:style w:type="paragraph" w:styleId="Nadpis3">
    <w:name w:val="heading 3"/>
    <w:basedOn w:val="Normln"/>
    <w:next w:val="Normln"/>
    <w:qFormat/>
    <w:pPr>
      <w:keepNext/>
      <w:spacing w:before="240" w:after="60"/>
      <w:outlineLvl w:val="2"/>
    </w:pPr>
    <w:rPr>
      <w:b/>
      <w:bCs/>
      <w:szCs w:val="2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kladntext">
    <w:name w:val="Body Text"/>
    <w:basedOn w:val="Normln"/>
    <w:link w:val="ZkladntextChar"/>
    <w:semiHidden/>
    <w:unhideWhenUsed/>
    <w:rsid w:val="00F714A7"/>
    <w:pPr>
      <w:jc w:val="both"/>
    </w:pPr>
    <w:rPr>
      <w:i/>
      <w:iCs/>
    </w:rPr>
  </w:style>
  <w:style w:type="character" w:customStyle="1" w:styleId="ZkladntextChar">
    <w:name w:val="Základní text Char"/>
    <w:basedOn w:val="Standardnpsmoodstavce"/>
    <w:link w:val="Zkladntext"/>
    <w:semiHidden/>
    <w:rsid w:val="00F714A7"/>
    <w:rPr>
      <w:i/>
      <w:iCs/>
      <w:sz w:val="24"/>
      <w:szCs w:val="24"/>
    </w:rPr>
  </w:style>
  <w:style w:type="paragraph" w:customStyle="1" w:styleId="BodyText31">
    <w:name w:val="Body Text 31"/>
    <w:basedOn w:val="Normln"/>
    <w:rsid w:val="00F714A7"/>
    <w:pPr>
      <w:widowControl w:val="0"/>
      <w:jc w:val="both"/>
    </w:pPr>
    <w:rPr>
      <w:szCs w:val="20"/>
    </w:rPr>
  </w:style>
  <w:style w:type="character" w:customStyle="1" w:styleId="nowrap">
    <w:name w:val="nowrap"/>
    <w:basedOn w:val="Standardnpsmoodstavce"/>
    <w:rsid w:val="00BE3F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121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P:\MSOffice\Sablony\Mesto\RM-1bod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RM-1bod.dotx</Template>
  <TotalTime>25</TotalTime>
  <Pages>3</Pages>
  <Words>293</Words>
  <Characters>1775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2064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Petra Měšťanová</dc:creator>
  <cp:keywords/>
  <dc:description/>
  <cp:lastModifiedBy>Eva Mácková</cp:lastModifiedBy>
  <cp:revision>18</cp:revision>
  <cp:lastPrinted>1899-12-31T23:00:00Z</cp:lastPrinted>
  <dcterms:created xsi:type="dcterms:W3CDTF">2018-08-28T09:11:00Z</dcterms:created>
  <dcterms:modified xsi:type="dcterms:W3CDTF">2018-08-29T15:09:00Z</dcterms:modified>
</cp:coreProperties>
</file>